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8210F" w14:textId="35A42527" w:rsidR="00D62E6E" w:rsidRPr="00D62E6E" w:rsidRDefault="00D62E6E" w:rsidP="00D62E6E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62E6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7E24B7">
        <w:rPr>
          <w:rFonts w:ascii="Arial" w:eastAsia="Times New Roman" w:hAnsi="Arial" w:cs="Arial"/>
          <w:bCs/>
          <w:sz w:val="24"/>
          <w:szCs w:val="20"/>
          <w:lang w:eastAsia="pl-PL"/>
        </w:rPr>
        <w:t>7</w:t>
      </w:r>
      <w:r w:rsidRPr="00D62E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D62E6E" w14:paraId="6042D293" w14:textId="77777777" w:rsidTr="00D62E6E">
        <w:tc>
          <w:tcPr>
            <w:tcW w:w="2800" w:type="dxa"/>
            <w:shd w:val="clear" w:color="auto" w:fill="auto"/>
          </w:tcPr>
          <w:p w14:paraId="5C491F5A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D62E6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7C44B6E7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7329BBBE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31463BB" w14:textId="77777777" w:rsidR="00D62E6E" w:rsidRPr="00D62E6E" w:rsidRDefault="00D62E6E" w:rsidP="00D62E6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D62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62E6E" w:rsidRPr="00D62E6E" w14:paraId="6971F970" w14:textId="77777777" w:rsidTr="00D62E6E">
        <w:tc>
          <w:tcPr>
            <w:tcW w:w="2800" w:type="dxa"/>
            <w:shd w:val="clear" w:color="auto" w:fill="auto"/>
          </w:tcPr>
          <w:p w14:paraId="7E9542D7" w14:textId="77777777" w:rsidR="00D62E6E" w:rsidRPr="00D62E6E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3F323275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3C69231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3E3138D" w14:textId="77777777" w:rsidR="00D62E6E" w:rsidRPr="00D62E6E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D62E6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547B2935" w14:textId="77777777" w:rsidR="00BC121E" w:rsidRPr="00D62E6E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F039A" w:rsidRPr="00C14101" w14:paraId="7B9F8EE7" w14:textId="77777777" w:rsidTr="000B45C5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E8C932" w14:textId="77777777" w:rsidR="00DF039A" w:rsidRPr="00C14101" w:rsidRDefault="00DF039A" w:rsidP="000B45C5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647B4F11" w14:textId="77777777" w:rsidR="00DF039A" w:rsidRPr="00C14101" w:rsidRDefault="00DF039A" w:rsidP="000B45C5">
            <w:pPr>
              <w:spacing w:after="12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14101">
              <w:rPr>
                <w:rFonts w:ascii="Arial" w:eastAsia="Times New Roman" w:hAnsi="Arial" w:cs="Arial"/>
                <w:lang w:eastAsia="pl-PL"/>
              </w:rPr>
              <w:t xml:space="preserve">składane w zakresie art. 108 ust. 1 pkt. 5 ustawy z dnia 11 września 2019 r. Prawo zamówień publicznych </w:t>
            </w:r>
            <w:r w:rsidRPr="00DF039A">
              <w:rPr>
                <w:rFonts w:ascii="Arial" w:eastAsia="Times New Roman" w:hAnsi="Arial" w:cs="Arial"/>
                <w:lang w:eastAsia="pl-PL"/>
              </w:rPr>
              <w:t>(</w:t>
            </w:r>
            <w:proofErr w:type="spellStart"/>
            <w:r w:rsidRPr="00DF039A">
              <w:rPr>
                <w:rFonts w:ascii="Arial" w:eastAsia="Times New Roman" w:hAnsi="Arial" w:cs="Arial"/>
                <w:lang w:eastAsia="pl-PL"/>
              </w:rPr>
              <w:t>t.j</w:t>
            </w:r>
            <w:proofErr w:type="spellEnd"/>
            <w:r w:rsidRPr="00DF039A">
              <w:rPr>
                <w:rFonts w:ascii="Arial" w:eastAsia="Times New Roman" w:hAnsi="Arial" w:cs="Arial"/>
                <w:lang w:eastAsia="pl-PL"/>
              </w:rPr>
              <w:t>. Dz. U. z 2024 poz. 1320)</w:t>
            </w:r>
            <w:r w:rsidRPr="00C14101">
              <w:rPr>
                <w:rFonts w:ascii="Arial" w:eastAsia="Times New Roman" w:hAnsi="Arial" w:cs="Arial"/>
                <w:lang w:eastAsia="pl-PL"/>
              </w:rPr>
              <w:t xml:space="preserve"> (dalej jako: ustawa </w:t>
            </w:r>
            <w:proofErr w:type="spellStart"/>
            <w:r w:rsidRPr="00C14101">
              <w:rPr>
                <w:rFonts w:ascii="Arial" w:eastAsia="Times New Roman" w:hAnsi="Arial" w:cs="Arial"/>
                <w:lang w:eastAsia="pl-PL"/>
              </w:rPr>
              <w:t>Pzp</w:t>
            </w:r>
            <w:proofErr w:type="spellEnd"/>
            <w:r w:rsidRPr="00C14101">
              <w:rPr>
                <w:rFonts w:ascii="Arial" w:eastAsia="Times New Roman" w:hAnsi="Arial" w:cs="Arial"/>
                <w:lang w:eastAsia="pl-PL"/>
              </w:rPr>
              <w:t>), dotyczące:</w:t>
            </w:r>
          </w:p>
          <w:p w14:paraId="69951916" w14:textId="77777777" w:rsidR="00DF039A" w:rsidRPr="00C14101" w:rsidRDefault="00DF039A" w:rsidP="000B4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17F06000" w14:textId="77777777" w:rsidR="00DF039A" w:rsidRPr="00C14101" w:rsidRDefault="00DF039A" w:rsidP="000B4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14:paraId="333A28E2" w14:textId="77777777" w:rsidR="00BC121E" w:rsidRPr="00C14101" w:rsidRDefault="00DF039A" w:rsidP="00D62E6E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D62E6E" w14:paraId="3824E3AF" w14:textId="77777777" w:rsidTr="00D62E6E">
        <w:tc>
          <w:tcPr>
            <w:tcW w:w="2269" w:type="dxa"/>
            <w:shd w:val="clear" w:color="auto" w:fill="auto"/>
          </w:tcPr>
          <w:p w14:paraId="593F2E68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67E4307C" w14:textId="5A70597A" w:rsidR="00D62E6E" w:rsidRPr="00D62E6E" w:rsidRDefault="00D007F8" w:rsidP="00916A03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007F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Wykonanie badań hydrotechnicznych gruntu na terenie gminy Brześć Kujawski oraz przebudowa sieci wodociągowej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br/>
            </w:r>
            <w:r w:rsidRPr="00D007F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 Starym Brześciu Parcele</w:t>
            </w:r>
          </w:p>
        </w:tc>
      </w:tr>
      <w:tr w:rsidR="00DF039A" w:rsidRPr="00D62E6E" w14:paraId="6933FB15" w14:textId="77777777" w:rsidTr="000B45C5">
        <w:tc>
          <w:tcPr>
            <w:tcW w:w="2269" w:type="dxa"/>
            <w:shd w:val="clear" w:color="auto" w:fill="auto"/>
          </w:tcPr>
          <w:p w14:paraId="7A3F73DB" w14:textId="77777777" w:rsidR="00DF039A" w:rsidRPr="00D62E6E" w:rsidRDefault="00DF039A" w:rsidP="000B45C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6F4C9D1B" w14:textId="509A6AC7" w:rsidR="00DF039A" w:rsidRPr="00D62E6E" w:rsidRDefault="00DF039A" w:rsidP="000B45C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F03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916A0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  <w:r w:rsidR="00650E54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8</w:t>
            </w:r>
            <w:r w:rsidRPr="00DF03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0A345296" w14:textId="77777777" w:rsidR="00BC121E" w:rsidRDefault="00DF039A" w:rsidP="00D62E6E">
      <w:pPr>
        <w:spacing w:before="240"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Pr="00DF039A">
        <w:rPr>
          <w:rFonts w:ascii="Arial" w:eastAsia="Times New Roman" w:hAnsi="Arial" w:cs="Arial"/>
          <w:b/>
          <w:sz w:val="24"/>
          <w:szCs w:val="24"/>
          <w:lang w:eastAsia="pl-PL"/>
        </w:rPr>
        <w:t>Gmina Brześć Kujawski</w:t>
      </w:r>
      <w:r w:rsidR="00BC121E" w:rsidRPr="00C1410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="00BC121E" w:rsidRPr="00C1410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145104EF" w14:textId="3A1EC485" w:rsidR="00BC121E" w:rsidRPr="00C14101" w:rsidRDefault="008E296F" w:rsidP="00D62E6E">
      <w:pPr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6D3308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2.7pt;height:17.6pt" o:ole="">
            <v:imagedata r:id="rId8" o:title=""/>
          </v:shape>
          <w:control r:id="rId9" w:name="OptionButton211" w:shapeid="_x0000_i1029"/>
        </w:objec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proofErr w:type="spellStart"/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oochronie</w:t>
      </w:r>
      <w:proofErr w:type="spellEnd"/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konkurencji i konsumentów (</w:t>
      </w:r>
      <w:proofErr w:type="spellStart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. Dz.U. z 2023r. poz. 1689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370065" w14:textId="29D098C8" w:rsidR="00BC121E" w:rsidRDefault="00BC121E" w:rsidP="00D62E6E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59E063C2">
          <v:shape id="_x0000_i1031" type="#_x0000_t75" style="width:452.7pt;height:17.6pt" o:ole="">
            <v:imagedata r:id="rId10" o:title=""/>
          </v:shape>
          <w:control r:id="rId11" w:name="OptionButton21" w:shapeid="_x0000_i1031"/>
        </w:objec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proofErr w:type="spellStart"/>
      <w:r w:rsidRPr="00C14101">
        <w:rPr>
          <w:rFonts w:ascii="Arial" w:eastAsia="Times New Roman" w:hAnsi="Arial" w:cs="Arial"/>
          <w:sz w:val="24"/>
          <w:szCs w:val="24"/>
          <w:lang w:eastAsia="pl-PL"/>
        </w:rPr>
        <w:t>oochronie</w:t>
      </w:r>
      <w:proofErr w:type="spellEnd"/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konkurencji i konsumentów (</w:t>
      </w:r>
      <w:proofErr w:type="spellStart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. Dz.U. z 2023r. poz. 1689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7016E5AD" w14:textId="77777777" w:rsidR="00BF69A4" w:rsidRPr="00C14101" w:rsidRDefault="00BF69A4" w:rsidP="00D62E6E">
      <w:pPr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9A4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737"/>
        <w:gridCol w:w="5510"/>
      </w:tblGrid>
      <w:tr w:rsidR="00BC121E" w:rsidRPr="00C14101" w14:paraId="508396C5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60687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52A01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954B6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C14101" w14:paraId="3550ABC6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D66F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5C7C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B3B3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121E" w:rsidRPr="00C14101" w14:paraId="0E7D7CF6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AB49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FFF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591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F2FB185" w14:textId="77777777" w:rsidR="00BC121E" w:rsidRPr="00C14101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u w:val="single"/>
          <w:lang w:eastAsia="pl-PL"/>
        </w:rPr>
        <w:t>Uwaga</w:t>
      </w:r>
    </w:p>
    <w:p w14:paraId="63BA3872" w14:textId="77777777" w:rsidR="00BC121E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7A145470" w14:textId="77777777" w:rsidR="00067B62" w:rsidRPr="00067B62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0070C0"/>
          <w:sz w:val="18"/>
          <w:szCs w:val="18"/>
          <w:vertAlign w:val="superscript"/>
          <w:lang w:eastAsia="pl-PL"/>
        </w:rPr>
      </w:pPr>
      <w:r w:rsidRPr="00067B62">
        <w:rPr>
          <w:rFonts w:ascii="Arial" w:eastAsia="Times New Roman" w:hAnsi="Arial" w:cs="Arial"/>
          <w:color w:val="0070C0"/>
          <w:sz w:val="24"/>
          <w:szCs w:val="24"/>
          <w:lang w:eastAsia="pl-PL"/>
        </w:rPr>
        <w:t>*</w:t>
      </w:r>
      <w:r w:rsidRPr="00067B62">
        <w:rPr>
          <w:rFonts w:ascii="Arial" w:eastAsia="Times New Roman" w:hAnsi="Arial" w:cs="Arial"/>
          <w:color w:val="0070C0"/>
          <w:sz w:val="24"/>
          <w:szCs w:val="24"/>
          <w:vertAlign w:val="subscript"/>
          <w:lang w:eastAsia="pl-PL"/>
        </w:rPr>
        <w:t xml:space="preserve"> </w:t>
      </w:r>
      <w:r w:rsidRPr="00067B6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Należy zaznaczyć właściwe lub niepotrzebne skreślić</w:t>
      </w:r>
    </w:p>
    <w:p w14:paraId="78F84385" w14:textId="77777777" w:rsidR="00067B62" w:rsidRPr="00C14101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C14101" w14:paraId="623A75B2" w14:textId="77777777" w:rsidTr="00620E37">
        <w:tc>
          <w:tcPr>
            <w:tcW w:w="2660" w:type="dxa"/>
            <w:shd w:val="clear" w:color="auto" w:fill="auto"/>
          </w:tcPr>
          <w:p w14:paraId="674348D0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B4D4B60" w14:textId="77777777" w:rsidR="00BC121E" w:rsidRPr="002D1740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</w:p>
          <w:p w14:paraId="7F51665B" w14:textId="77777777" w:rsidR="00BC121E" w:rsidRPr="00844A96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data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  <w:shd w:val="clear" w:color="auto" w:fill="auto"/>
          </w:tcPr>
          <w:p w14:paraId="70D0B202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149E7CC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</w:t>
            </w: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</w:t>
            </w:r>
          </w:p>
          <w:p w14:paraId="5B4E3455" w14:textId="77777777" w:rsidR="00BC121E" w:rsidRPr="00844A96" w:rsidRDefault="00844A9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DF039A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77C21F2D" w14:textId="77777777" w:rsidR="00106AC7" w:rsidRPr="00BC121E" w:rsidRDefault="00106AC7" w:rsidP="00BC121E"/>
    <w:sectPr w:rsidR="00106AC7" w:rsidRPr="00BC121E" w:rsidSect="004B1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0E4D7" w14:textId="77777777" w:rsidR="00402FCE" w:rsidRDefault="00402FCE">
      <w:r>
        <w:separator/>
      </w:r>
    </w:p>
  </w:endnote>
  <w:endnote w:type="continuationSeparator" w:id="0">
    <w:p w14:paraId="0DADD9AC" w14:textId="77777777" w:rsidR="00402FCE" w:rsidRDefault="0040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BE7C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27BF4C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A05F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BD3AC05" w14:textId="56207E6E" w:rsidR="009A4CD3" w:rsidRDefault="003C1DC3" w:rsidP="00D62E6E">
    <w:pPr>
      <w:pStyle w:val="Stopka"/>
      <w:tabs>
        <w:tab w:val="clear" w:pos="4536"/>
      </w:tabs>
      <w:spacing w:after="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BE2391D" wp14:editId="0CAFFA42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5419960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93C37A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327B2D1C" w14:textId="77777777" w:rsidR="009A4CD3" w:rsidRDefault="009A4CD3" w:rsidP="00D62E6E">
    <w:pPr>
      <w:pStyle w:val="Stopka"/>
      <w:spacing w:after="0"/>
      <w:ind w:right="360"/>
    </w:pPr>
    <w:r>
      <w:rPr>
        <w:rFonts w:ascii="Arial" w:hAnsi="Arial"/>
        <w:sz w:val="18"/>
        <w:szCs w:val="18"/>
      </w:rPr>
      <w:t xml:space="preserve">System ProPublico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 w:rsidR="00067B6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EE75A" w14:textId="77777777" w:rsidR="00DF039A" w:rsidRDefault="00DF03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91FCD" w14:textId="77777777" w:rsidR="00402FCE" w:rsidRDefault="00402FCE">
      <w:r>
        <w:separator/>
      </w:r>
    </w:p>
  </w:footnote>
  <w:footnote w:type="continuationSeparator" w:id="0">
    <w:p w14:paraId="64CEA8E6" w14:textId="77777777" w:rsidR="00402FCE" w:rsidRDefault="00402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0093C" w14:textId="77777777" w:rsidR="00DF039A" w:rsidRDefault="00DF03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C51FF" w14:textId="77777777" w:rsidR="00DF039A" w:rsidRDefault="00DF03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50D8F" w14:textId="77777777" w:rsidR="00DF039A" w:rsidRDefault="00DF03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8590947">
    <w:abstractNumId w:val="13"/>
  </w:num>
  <w:num w:numId="2" w16cid:durableId="1089619169">
    <w:abstractNumId w:val="0"/>
  </w:num>
  <w:num w:numId="3" w16cid:durableId="731538406">
    <w:abstractNumId w:val="11"/>
  </w:num>
  <w:num w:numId="4" w16cid:durableId="867450732">
    <w:abstractNumId w:val="8"/>
  </w:num>
  <w:num w:numId="5" w16cid:durableId="1366254260">
    <w:abstractNumId w:val="7"/>
  </w:num>
  <w:num w:numId="6" w16cid:durableId="1723752328">
    <w:abstractNumId w:val="1"/>
  </w:num>
  <w:num w:numId="7" w16cid:durableId="1005937865">
    <w:abstractNumId w:val="6"/>
  </w:num>
  <w:num w:numId="8" w16cid:durableId="905188249">
    <w:abstractNumId w:val="3"/>
  </w:num>
  <w:num w:numId="9" w16cid:durableId="15158776">
    <w:abstractNumId w:val="2"/>
  </w:num>
  <w:num w:numId="10" w16cid:durableId="1552695791">
    <w:abstractNumId w:val="5"/>
  </w:num>
  <w:num w:numId="11" w16cid:durableId="699477891">
    <w:abstractNumId w:val="10"/>
  </w:num>
  <w:num w:numId="12" w16cid:durableId="24867466">
    <w:abstractNumId w:val="4"/>
  </w:num>
  <w:num w:numId="13" w16cid:durableId="1812675147">
    <w:abstractNumId w:val="9"/>
  </w:num>
  <w:num w:numId="14" w16cid:durableId="5622603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FCE"/>
    <w:rsid w:val="0000184A"/>
    <w:rsid w:val="00007C1C"/>
    <w:rsid w:val="00012997"/>
    <w:rsid w:val="0002579F"/>
    <w:rsid w:val="000621A2"/>
    <w:rsid w:val="00067319"/>
    <w:rsid w:val="00067B62"/>
    <w:rsid w:val="000719DC"/>
    <w:rsid w:val="00075CEC"/>
    <w:rsid w:val="000E0467"/>
    <w:rsid w:val="00106AC7"/>
    <w:rsid w:val="00111985"/>
    <w:rsid w:val="00147532"/>
    <w:rsid w:val="001614BA"/>
    <w:rsid w:val="00204613"/>
    <w:rsid w:val="00283561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317EC"/>
    <w:rsid w:val="00336EEB"/>
    <w:rsid w:val="00360BC3"/>
    <w:rsid w:val="003C1DC3"/>
    <w:rsid w:val="003E5D20"/>
    <w:rsid w:val="003F6927"/>
    <w:rsid w:val="00402FCE"/>
    <w:rsid w:val="004077DF"/>
    <w:rsid w:val="00415097"/>
    <w:rsid w:val="00422381"/>
    <w:rsid w:val="0043102D"/>
    <w:rsid w:val="004605B5"/>
    <w:rsid w:val="00460820"/>
    <w:rsid w:val="004704CB"/>
    <w:rsid w:val="004833B2"/>
    <w:rsid w:val="004B1027"/>
    <w:rsid w:val="004C55DE"/>
    <w:rsid w:val="004D5C77"/>
    <w:rsid w:val="00505BE1"/>
    <w:rsid w:val="00517FF1"/>
    <w:rsid w:val="00531DF5"/>
    <w:rsid w:val="00533E9F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50E54"/>
    <w:rsid w:val="00664D2F"/>
    <w:rsid w:val="00686C95"/>
    <w:rsid w:val="00697D36"/>
    <w:rsid w:val="006B51E7"/>
    <w:rsid w:val="006D68D8"/>
    <w:rsid w:val="006E0FAA"/>
    <w:rsid w:val="0070113A"/>
    <w:rsid w:val="00736B31"/>
    <w:rsid w:val="00736CA8"/>
    <w:rsid w:val="00747C6F"/>
    <w:rsid w:val="00753DC1"/>
    <w:rsid w:val="007736BE"/>
    <w:rsid w:val="00775E2B"/>
    <w:rsid w:val="007823E9"/>
    <w:rsid w:val="007951AD"/>
    <w:rsid w:val="007D36CE"/>
    <w:rsid w:val="007E24B7"/>
    <w:rsid w:val="008032C1"/>
    <w:rsid w:val="00844A96"/>
    <w:rsid w:val="008460DE"/>
    <w:rsid w:val="008528DE"/>
    <w:rsid w:val="00882E9F"/>
    <w:rsid w:val="008843C0"/>
    <w:rsid w:val="008A0D67"/>
    <w:rsid w:val="008A5340"/>
    <w:rsid w:val="008B3C7B"/>
    <w:rsid w:val="008C2CBF"/>
    <w:rsid w:val="008D4CAF"/>
    <w:rsid w:val="008E296F"/>
    <w:rsid w:val="008E370F"/>
    <w:rsid w:val="00916A03"/>
    <w:rsid w:val="00952336"/>
    <w:rsid w:val="009A21D7"/>
    <w:rsid w:val="009A4A2C"/>
    <w:rsid w:val="009A4CD3"/>
    <w:rsid w:val="009E634B"/>
    <w:rsid w:val="009F2DC6"/>
    <w:rsid w:val="00A24942"/>
    <w:rsid w:val="00A311C9"/>
    <w:rsid w:val="00A46EFE"/>
    <w:rsid w:val="00A66CF3"/>
    <w:rsid w:val="00A73C79"/>
    <w:rsid w:val="00A807A7"/>
    <w:rsid w:val="00A906EC"/>
    <w:rsid w:val="00AB6C06"/>
    <w:rsid w:val="00AB7377"/>
    <w:rsid w:val="00AD329C"/>
    <w:rsid w:val="00B04D14"/>
    <w:rsid w:val="00B26102"/>
    <w:rsid w:val="00B45ED4"/>
    <w:rsid w:val="00B54FB4"/>
    <w:rsid w:val="00B6596D"/>
    <w:rsid w:val="00BC121E"/>
    <w:rsid w:val="00BE6092"/>
    <w:rsid w:val="00BF69A4"/>
    <w:rsid w:val="00C33407"/>
    <w:rsid w:val="00C37CD2"/>
    <w:rsid w:val="00C527C7"/>
    <w:rsid w:val="00C606B9"/>
    <w:rsid w:val="00C65401"/>
    <w:rsid w:val="00C6707D"/>
    <w:rsid w:val="00C93F0A"/>
    <w:rsid w:val="00CA35B8"/>
    <w:rsid w:val="00CB6204"/>
    <w:rsid w:val="00CC527A"/>
    <w:rsid w:val="00D007F8"/>
    <w:rsid w:val="00D62E6E"/>
    <w:rsid w:val="00D74F94"/>
    <w:rsid w:val="00D7711F"/>
    <w:rsid w:val="00DD482A"/>
    <w:rsid w:val="00DE0396"/>
    <w:rsid w:val="00DE0405"/>
    <w:rsid w:val="00DE252B"/>
    <w:rsid w:val="00DF039A"/>
    <w:rsid w:val="00E0229C"/>
    <w:rsid w:val="00E37A20"/>
    <w:rsid w:val="00EB5766"/>
    <w:rsid w:val="00EC667E"/>
    <w:rsid w:val="00F46593"/>
    <w:rsid w:val="00F568D6"/>
    <w:rsid w:val="00F70072"/>
    <w:rsid w:val="00FC0D91"/>
    <w:rsid w:val="00FF11D8"/>
    <w:rsid w:val="00FF43E3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483577AA"/>
  <w15:chartTrackingRefBased/>
  <w15:docId w15:val="{93C81D89-73B5-4E8F-B4D2-5B5F74AB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</TotalTime>
  <Pages>2</Pages>
  <Words>229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11</cp:revision>
  <cp:lastPrinted>2010-01-07T09:39:00Z</cp:lastPrinted>
  <dcterms:created xsi:type="dcterms:W3CDTF">2025-01-16T10:09:00Z</dcterms:created>
  <dcterms:modified xsi:type="dcterms:W3CDTF">2025-06-25T12:36:00Z</dcterms:modified>
</cp:coreProperties>
</file>